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9D" w:rsidRDefault="00D360E4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E203E27" wp14:editId="15FD52D6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2" name="Grafik 2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513" w:rsidRPr="004A5249" w:rsidRDefault="00F71882" w:rsidP="005222D9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4D5CA1">
        <w:rPr>
          <w:b/>
          <w:sz w:val="24"/>
          <w:szCs w:val="24"/>
        </w:rPr>
        <w:t>3</w:t>
      </w:r>
      <w:bookmarkStart w:id="0" w:name="_GoBack"/>
      <w:bookmarkEnd w:id="0"/>
      <w:r w:rsidR="005222D9">
        <w:rPr>
          <w:b/>
          <w:sz w:val="24"/>
          <w:szCs w:val="24"/>
        </w:rPr>
        <w:t xml:space="preserve">: </w:t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6E5FDB">
        <w:rPr>
          <w:b/>
          <w:sz w:val="24"/>
          <w:szCs w:val="24"/>
        </w:rPr>
        <w:t>Hammer und Nagel</w:t>
      </w:r>
    </w:p>
    <w:p w:rsidR="00D24A16" w:rsidRPr="00AB67BE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8E1781" w:rsidRDefault="005222D9" w:rsidP="00A61E69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22225</wp:posOffset>
            </wp:positionV>
            <wp:extent cx="1619885" cy="1174750"/>
            <wp:effectExtent l="0" t="0" r="0" b="6350"/>
            <wp:wrapSquare wrapText="bothSides"/>
            <wp:docPr id="1" name="Grafik 1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FDB">
        <w:rPr>
          <w:rFonts w:eastAsiaTheme="minorEastAsia"/>
        </w:rPr>
        <w:t>Eva möchte einen Nagel in ein Brett hämmern</w:t>
      </w:r>
      <w:r w:rsidR="00F320D5">
        <w:rPr>
          <w:rFonts w:eastAsiaTheme="minorEastAsia"/>
        </w:rPr>
        <w:t xml:space="preserve">. </w:t>
      </w:r>
      <w:r w:rsidR="008E1781">
        <w:rPr>
          <w:rFonts w:eastAsiaTheme="minorEastAsia"/>
        </w:rPr>
        <w:t>Nina sagt:</w:t>
      </w:r>
    </w:p>
    <w:p w:rsidR="00E02201" w:rsidRDefault="008E178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</w:rPr>
        <w:t>„E</w:t>
      </w:r>
      <w:r w:rsidR="00F320D5">
        <w:rPr>
          <w:rFonts w:eastAsiaTheme="minorEastAsia"/>
        </w:rPr>
        <w:t xml:space="preserve">gal wie stark </w:t>
      </w:r>
      <w:r>
        <w:rPr>
          <w:rFonts w:eastAsiaTheme="minorEastAsia"/>
        </w:rPr>
        <w:t xml:space="preserve">du </w:t>
      </w:r>
      <w:r w:rsidR="006E5FDB">
        <w:rPr>
          <w:rFonts w:eastAsiaTheme="minorEastAsia"/>
        </w:rPr>
        <w:t>mit dem Hammer auf den Nagel schläg</w:t>
      </w:r>
      <w:r>
        <w:rPr>
          <w:rFonts w:eastAsiaTheme="minorEastAsia"/>
        </w:rPr>
        <w:t>s</w:t>
      </w:r>
      <w:r w:rsidR="006E5FDB">
        <w:rPr>
          <w:rFonts w:eastAsiaTheme="minorEastAsia"/>
        </w:rPr>
        <w:t>t</w:t>
      </w:r>
      <w:r w:rsidR="00F320D5">
        <w:rPr>
          <w:rFonts w:eastAsiaTheme="minorEastAsia"/>
        </w:rPr>
        <w:t xml:space="preserve">, der </w:t>
      </w:r>
      <w:r w:rsidR="006E5FDB">
        <w:rPr>
          <w:rFonts w:eastAsiaTheme="minorEastAsia"/>
        </w:rPr>
        <w:t>Nagel</w:t>
      </w:r>
      <w:r w:rsidR="00BE60DA">
        <w:rPr>
          <w:rFonts w:eastAsiaTheme="minorEastAsia"/>
        </w:rPr>
        <w:t xml:space="preserve"> übt </w:t>
      </w:r>
      <w:proofErr w:type="gramStart"/>
      <w:r w:rsidR="00BE60DA">
        <w:rPr>
          <w:rFonts w:eastAsiaTheme="minorEastAsia"/>
        </w:rPr>
        <w:t>eine gleich große und entgegengesetzt</w:t>
      </w:r>
      <w:proofErr w:type="gramEnd"/>
      <w:r w:rsidR="00BE60DA">
        <w:rPr>
          <w:rFonts w:eastAsiaTheme="minorEastAsia"/>
        </w:rPr>
        <w:t xml:space="preserve"> gerichtete Zwillingsk</w:t>
      </w:r>
      <w:r w:rsidR="00F320D5">
        <w:rPr>
          <w:rFonts w:eastAsiaTheme="minorEastAsia"/>
        </w:rPr>
        <w:t xml:space="preserve">raft auf </w:t>
      </w:r>
      <w:r w:rsidR="006E5FDB">
        <w:rPr>
          <w:rFonts w:eastAsiaTheme="minorEastAsia"/>
        </w:rPr>
        <w:t>den Hammer</w:t>
      </w:r>
      <w:r w:rsidR="00F320D5">
        <w:rPr>
          <w:rFonts w:eastAsiaTheme="minorEastAsia"/>
        </w:rPr>
        <w:t xml:space="preserve"> aus. Da </w:t>
      </w:r>
      <w:r w:rsidR="00BE60DA">
        <w:rPr>
          <w:rFonts w:eastAsiaTheme="minorEastAsia"/>
        </w:rPr>
        <w:t xml:space="preserve">sich </w:t>
      </w:r>
      <w:r w:rsidR="00F320D5">
        <w:rPr>
          <w:rFonts w:eastAsiaTheme="minorEastAsia"/>
        </w:rPr>
        <w:t xml:space="preserve">die beiden Kräfte </w:t>
      </w:r>
      <w:r w:rsidR="00BE60DA">
        <w:rPr>
          <w:rFonts w:eastAsiaTheme="minorEastAsia"/>
        </w:rPr>
        <w:t>aufheben</w:t>
      </w:r>
      <w:r w:rsidR="00F320D5">
        <w:rPr>
          <w:rFonts w:eastAsiaTheme="minorEastAsia"/>
        </w:rPr>
        <w:t xml:space="preserve">, kann sich der </w:t>
      </w:r>
      <w:r w:rsidR="006E5FDB">
        <w:rPr>
          <w:rFonts w:eastAsiaTheme="minorEastAsia"/>
        </w:rPr>
        <w:t>Nagel</w:t>
      </w:r>
      <w:r w:rsidR="00F320D5">
        <w:rPr>
          <w:rFonts w:eastAsiaTheme="minorEastAsia"/>
        </w:rPr>
        <w:t xml:space="preserve"> nicht bewegen.</w:t>
      </w:r>
      <w:r>
        <w:rPr>
          <w:rFonts w:eastAsiaTheme="minorEastAsia"/>
        </w:rPr>
        <w:t>“</w:t>
      </w:r>
    </w:p>
    <w:p w:rsidR="005222D9" w:rsidRDefault="005222D9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Eva hämmert auf den Nagel und er bewegt sich trotz Ninas Behauptung.</w:t>
      </w:r>
    </w:p>
    <w:p w:rsidR="005222D9" w:rsidRDefault="005222D9" w:rsidP="005222D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AB67BE" w:rsidRDefault="00AB67BE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DD58DA" w:rsidRDefault="0093519D" w:rsidP="00AF7ECE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Aufgaben</w:t>
      </w:r>
    </w:p>
    <w:p w:rsidR="005B0DFF" w:rsidRDefault="00F16CD5" w:rsidP="00F16CD5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Markiert Zwillingskräfte.</w:t>
      </w:r>
    </w:p>
    <w:p w:rsidR="00F66FD9" w:rsidRPr="005B0DFF" w:rsidRDefault="005222D9" w:rsidP="002E5DAB">
      <w:pPr>
        <w:pStyle w:val="Listenabsatz"/>
        <w:numPr>
          <w:ilvl w:val="0"/>
          <w:numId w:val="41"/>
        </w:numPr>
        <w:spacing w:line="240" w:lineRule="auto"/>
        <w:jc w:val="both"/>
        <w:rPr>
          <w:rFonts w:eastAsiaTheme="minorEastAsia"/>
        </w:rPr>
      </w:pPr>
      <w:r w:rsidRPr="005B0DFF">
        <w:rPr>
          <w:rFonts w:eastAsiaTheme="minorEastAsia"/>
        </w:rPr>
        <w:t>Konstruiert</w:t>
      </w:r>
      <w:r w:rsidR="00F320D5" w:rsidRPr="005B0DFF">
        <w:rPr>
          <w:rFonts w:eastAsiaTheme="minorEastAsia"/>
        </w:rPr>
        <w:t xml:space="preserve"> die auf den </w:t>
      </w:r>
      <w:r w:rsidR="006E5FDB" w:rsidRPr="005B0DFF">
        <w:rPr>
          <w:rFonts w:eastAsiaTheme="minorEastAsia"/>
        </w:rPr>
        <w:t>Nagel</w:t>
      </w:r>
      <w:r w:rsidR="00F320D5" w:rsidRPr="005B0DFF">
        <w:rPr>
          <w:rFonts w:eastAsiaTheme="minorEastAsia"/>
        </w:rPr>
        <w:t xml:space="preserve"> ausgeübte resultierende Kraft.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5380"/>
      </w:tblGrid>
      <w:tr w:rsidR="004C0088" w:rsidTr="00D360E4">
        <w:tc>
          <w:tcPr>
            <w:tcW w:w="4531" w:type="dxa"/>
          </w:tcPr>
          <w:p w:rsidR="004C0088" w:rsidRPr="0093519D" w:rsidRDefault="004C0088" w:rsidP="0034211A">
            <w:pPr>
              <w:spacing w:after="0" w:line="240" w:lineRule="auto"/>
              <w:jc w:val="both"/>
              <w:rPr>
                <w:rFonts w:eastAsiaTheme="minorEastAsia"/>
                <w:b/>
              </w:rPr>
            </w:pPr>
            <w:r w:rsidRPr="0093519D">
              <w:rPr>
                <w:rFonts w:eastAsiaTheme="minorEastAsia"/>
                <w:b/>
              </w:rPr>
              <w:t>Skizze</w:t>
            </w:r>
          </w:p>
        </w:tc>
        <w:tc>
          <w:tcPr>
            <w:tcW w:w="5380" w:type="dxa"/>
            <w:tcBorders>
              <w:bottom w:val="single" w:sz="4" w:space="0" w:color="auto"/>
            </w:tcBorders>
          </w:tcPr>
          <w:p w:rsidR="004C0088" w:rsidRPr="0093519D" w:rsidRDefault="004C0088" w:rsidP="0034211A">
            <w:pPr>
              <w:spacing w:after="0" w:line="240" w:lineRule="auto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Hier ist Platz für deine Notizen</w:t>
            </w:r>
          </w:p>
        </w:tc>
      </w:tr>
      <w:tr w:rsidR="004C0088" w:rsidTr="001A3845">
        <w:trPr>
          <w:trHeight w:val="3683"/>
        </w:trPr>
        <w:tc>
          <w:tcPr>
            <w:tcW w:w="4531" w:type="dxa"/>
          </w:tcPr>
          <w:p w:rsidR="004C0088" w:rsidRDefault="005B0DFF" w:rsidP="0034211A">
            <w:pPr>
              <w:spacing w:after="0" w:line="24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269916</wp:posOffset>
                  </wp:positionH>
                  <wp:positionV relativeFrom="paragraph">
                    <wp:posOffset>157316</wp:posOffset>
                  </wp:positionV>
                  <wp:extent cx="2065020" cy="2015490"/>
                  <wp:effectExtent l="0" t="0" r="0" b="3810"/>
                  <wp:wrapTight wrapText="bothSides">
                    <wp:wrapPolygon edited="0">
                      <wp:start x="0" y="0"/>
                      <wp:lineTo x="0" y="21437"/>
                      <wp:lineTo x="21321" y="21437"/>
                      <wp:lineTo x="21321" y="0"/>
                      <wp:lineTo x="0" y="0"/>
                    </wp:wrapPolygon>
                  </wp:wrapTight>
                  <wp:docPr id="3" name="Grafik 3" descr="C:\Users\Woellermann\Desktop\Promotion\Unterrichtseinheit\Bilder_Abschnitt 7\Strang4_HammerUndNagel_Beschrif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ellermann\Desktop\Promotion\Unterrichtseinheit\Bilder_Abschnitt 7\Strang4_HammerUndNagel_Beschrif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201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0" w:type="dxa"/>
            <w:tcBorders>
              <w:bottom w:val="single" w:sz="4" w:space="0" w:color="auto"/>
            </w:tcBorders>
          </w:tcPr>
          <w:p w:rsidR="004C0088" w:rsidRDefault="004C0088" w:rsidP="0034211A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p w:rsidR="00586A44" w:rsidRDefault="00586A44" w:rsidP="00586A44">
      <w:pPr>
        <w:spacing w:after="0" w:line="240" w:lineRule="auto"/>
        <w:jc w:val="both"/>
        <w:rPr>
          <w:rFonts w:eastAsiaTheme="minorEastAsia"/>
        </w:rPr>
      </w:pPr>
    </w:p>
    <w:p w:rsidR="006357F0" w:rsidRDefault="005222D9" w:rsidP="00F320D5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Nehmt</w:t>
      </w:r>
      <w:r w:rsidR="008E1781">
        <w:rPr>
          <w:rFonts w:eastAsiaTheme="minorEastAsia"/>
        </w:rPr>
        <w:t xml:space="preserve"> Stellung zu Ninas Behauptung</w:t>
      </w:r>
      <w:r w:rsidR="00F320D5">
        <w:rPr>
          <w:rFonts w:eastAsiaTheme="minorEastAsia"/>
        </w:rPr>
        <w:t xml:space="preserve">. 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Pr="00586A4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Pr="00586A4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D360E4" w:rsidRDefault="00D360E4" w:rsidP="00D360E4">
      <w:pPr>
        <w:spacing w:after="0" w:line="240" w:lineRule="auto"/>
        <w:jc w:val="both"/>
        <w:rPr>
          <w:rFonts w:eastAsiaTheme="minorEastAsia"/>
        </w:rPr>
      </w:pPr>
    </w:p>
    <w:p w:rsidR="00D360E4" w:rsidRPr="00586A44" w:rsidRDefault="00D360E4" w:rsidP="00D360E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</w:t>
      </w:r>
    </w:p>
    <w:p w:rsidR="00BE60DA" w:rsidRPr="00D360E4" w:rsidRDefault="00BE60DA" w:rsidP="00586A44">
      <w:pPr>
        <w:spacing w:after="0" w:line="240" w:lineRule="auto"/>
        <w:jc w:val="both"/>
        <w:rPr>
          <w:rFonts w:eastAsiaTheme="minorEastAsia"/>
          <w:color w:val="FF0000"/>
        </w:rPr>
      </w:pPr>
    </w:p>
    <w:sectPr w:rsidR="00BE60DA" w:rsidRPr="00D360E4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1" w15:restartNumberingAfterBreak="0">
    <w:nsid w:val="2BC307AA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4A7A7E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29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3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2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</w:num>
  <w:num w:numId="2">
    <w:abstractNumId w:val="33"/>
  </w:num>
  <w:num w:numId="3">
    <w:abstractNumId w:val="35"/>
  </w:num>
  <w:num w:numId="4">
    <w:abstractNumId w:val="39"/>
  </w:num>
  <w:num w:numId="5">
    <w:abstractNumId w:val="2"/>
  </w:num>
  <w:num w:numId="6">
    <w:abstractNumId w:val="8"/>
  </w:num>
  <w:num w:numId="7">
    <w:abstractNumId w:val="21"/>
  </w:num>
  <w:num w:numId="8">
    <w:abstractNumId w:val="19"/>
  </w:num>
  <w:num w:numId="9">
    <w:abstractNumId w:val="36"/>
  </w:num>
  <w:num w:numId="10">
    <w:abstractNumId w:val="40"/>
  </w:num>
  <w:num w:numId="11">
    <w:abstractNumId w:val="34"/>
  </w:num>
  <w:num w:numId="12">
    <w:abstractNumId w:val="20"/>
  </w:num>
  <w:num w:numId="13">
    <w:abstractNumId w:val="0"/>
  </w:num>
  <w:num w:numId="14">
    <w:abstractNumId w:val="4"/>
  </w:num>
  <w:num w:numId="15">
    <w:abstractNumId w:val="3"/>
  </w:num>
  <w:num w:numId="16">
    <w:abstractNumId w:val="27"/>
  </w:num>
  <w:num w:numId="17">
    <w:abstractNumId w:val="1"/>
  </w:num>
  <w:num w:numId="18">
    <w:abstractNumId w:val="12"/>
  </w:num>
  <w:num w:numId="19">
    <w:abstractNumId w:val="18"/>
  </w:num>
  <w:num w:numId="20">
    <w:abstractNumId w:val="25"/>
  </w:num>
  <w:num w:numId="21">
    <w:abstractNumId w:val="24"/>
  </w:num>
  <w:num w:numId="22">
    <w:abstractNumId w:val="14"/>
  </w:num>
  <w:num w:numId="23">
    <w:abstractNumId w:val="28"/>
  </w:num>
  <w:num w:numId="24">
    <w:abstractNumId w:val="31"/>
  </w:num>
  <w:num w:numId="25">
    <w:abstractNumId w:val="42"/>
  </w:num>
  <w:num w:numId="26">
    <w:abstractNumId w:val="5"/>
  </w:num>
  <w:num w:numId="27">
    <w:abstractNumId w:val="6"/>
  </w:num>
  <w:num w:numId="28">
    <w:abstractNumId w:val="37"/>
  </w:num>
  <w:num w:numId="29">
    <w:abstractNumId w:val="22"/>
  </w:num>
  <w:num w:numId="30">
    <w:abstractNumId w:val="38"/>
  </w:num>
  <w:num w:numId="31">
    <w:abstractNumId w:val="17"/>
  </w:num>
  <w:num w:numId="32">
    <w:abstractNumId w:val="9"/>
  </w:num>
  <w:num w:numId="33">
    <w:abstractNumId w:val="29"/>
  </w:num>
  <w:num w:numId="34">
    <w:abstractNumId w:val="41"/>
  </w:num>
  <w:num w:numId="35">
    <w:abstractNumId w:val="7"/>
  </w:num>
  <w:num w:numId="36">
    <w:abstractNumId w:val="15"/>
  </w:num>
  <w:num w:numId="37">
    <w:abstractNumId w:val="26"/>
  </w:num>
  <w:num w:numId="38">
    <w:abstractNumId w:val="10"/>
  </w:num>
  <w:num w:numId="39">
    <w:abstractNumId w:val="32"/>
  </w:num>
  <w:num w:numId="40">
    <w:abstractNumId w:val="43"/>
  </w:num>
  <w:num w:numId="41">
    <w:abstractNumId w:val="13"/>
  </w:num>
  <w:num w:numId="42">
    <w:abstractNumId w:val="23"/>
  </w:num>
  <w:num w:numId="43">
    <w:abstractNumId w:val="3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3845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E65F6"/>
    <w:rsid w:val="0040210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5CA1"/>
    <w:rsid w:val="004D7AA6"/>
    <w:rsid w:val="004E07EC"/>
    <w:rsid w:val="004F66D2"/>
    <w:rsid w:val="00505F36"/>
    <w:rsid w:val="0050751E"/>
    <w:rsid w:val="005222D9"/>
    <w:rsid w:val="0053279C"/>
    <w:rsid w:val="0053280C"/>
    <w:rsid w:val="00536ABD"/>
    <w:rsid w:val="005516A6"/>
    <w:rsid w:val="00553BA5"/>
    <w:rsid w:val="00553DBF"/>
    <w:rsid w:val="00560320"/>
    <w:rsid w:val="0056638D"/>
    <w:rsid w:val="00586A44"/>
    <w:rsid w:val="00593B89"/>
    <w:rsid w:val="005A0636"/>
    <w:rsid w:val="005A0ECB"/>
    <w:rsid w:val="005A5158"/>
    <w:rsid w:val="005B0DFF"/>
    <w:rsid w:val="005D1E0E"/>
    <w:rsid w:val="005F00A4"/>
    <w:rsid w:val="00600141"/>
    <w:rsid w:val="00613F0D"/>
    <w:rsid w:val="0062613B"/>
    <w:rsid w:val="00632C24"/>
    <w:rsid w:val="006338FA"/>
    <w:rsid w:val="006357F0"/>
    <w:rsid w:val="00642585"/>
    <w:rsid w:val="0064768E"/>
    <w:rsid w:val="00654B33"/>
    <w:rsid w:val="006742A0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A7FF1"/>
    <w:rsid w:val="007C7C23"/>
    <w:rsid w:val="007E014C"/>
    <w:rsid w:val="007E69BD"/>
    <w:rsid w:val="00810D7D"/>
    <w:rsid w:val="008252B7"/>
    <w:rsid w:val="008372F2"/>
    <w:rsid w:val="00871287"/>
    <w:rsid w:val="00873A81"/>
    <w:rsid w:val="0088210A"/>
    <w:rsid w:val="0088263B"/>
    <w:rsid w:val="008872EF"/>
    <w:rsid w:val="00895ABC"/>
    <w:rsid w:val="008A3D7E"/>
    <w:rsid w:val="008A3F91"/>
    <w:rsid w:val="008C159B"/>
    <w:rsid w:val="008C68CD"/>
    <w:rsid w:val="008D4BC1"/>
    <w:rsid w:val="008D4E89"/>
    <w:rsid w:val="008E1781"/>
    <w:rsid w:val="008E3511"/>
    <w:rsid w:val="008E4159"/>
    <w:rsid w:val="008E609F"/>
    <w:rsid w:val="008E6FD1"/>
    <w:rsid w:val="008F4B78"/>
    <w:rsid w:val="008F711C"/>
    <w:rsid w:val="009054B7"/>
    <w:rsid w:val="009324F5"/>
    <w:rsid w:val="0093519D"/>
    <w:rsid w:val="00961AFC"/>
    <w:rsid w:val="009705E3"/>
    <w:rsid w:val="00983B90"/>
    <w:rsid w:val="009875D8"/>
    <w:rsid w:val="00990B2B"/>
    <w:rsid w:val="009941C1"/>
    <w:rsid w:val="009A6ACB"/>
    <w:rsid w:val="009E6C7C"/>
    <w:rsid w:val="009F7A6A"/>
    <w:rsid w:val="00A0083B"/>
    <w:rsid w:val="00A019DE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F7ECE"/>
    <w:rsid w:val="00B055B6"/>
    <w:rsid w:val="00B1304D"/>
    <w:rsid w:val="00B16F9F"/>
    <w:rsid w:val="00B1725C"/>
    <w:rsid w:val="00B51BB9"/>
    <w:rsid w:val="00B71DA8"/>
    <w:rsid w:val="00B75CC9"/>
    <w:rsid w:val="00B80722"/>
    <w:rsid w:val="00B834AB"/>
    <w:rsid w:val="00BA48B9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41CF"/>
    <w:rsid w:val="00D719F6"/>
    <w:rsid w:val="00D830DE"/>
    <w:rsid w:val="00D87C0E"/>
    <w:rsid w:val="00DA4223"/>
    <w:rsid w:val="00DD58DA"/>
    <w:rsid w:val="00DE5579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16CD5"/>
    <w:rsid w:val="00F2594F"/>
    <w:rsid w:val="00F320D5"/>
    <w:rsid w:val="00F43BC3"/>
    <w:rsid w:val="00F44F80"/>
    <w:rsid w:val="00F52C86"/>
    <w:rsid w:val="00F66FD9"/>
    <w:rsid w:val="00F71882"/>
    <w:rsid w:val="00F75746"/>
    <w:rsid w:val="00F774B9"/>
    <w:rsid w:val="00F77E63"/>
    <w:rsid w:val="00F94889"/>
    <w:rsid w:val="00F97063"/>
    <w:rsid w:val="00FB1557"/>
    <w:rsid w:val="00FC0CFB"/>
    <w:rsid w:val="00FC2CE6"/>
    <w:rsid w:val="00FC3B16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5C07-028A-4996-97C8-0045EAD2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47</cp:revision>
  <cp:lastPrinted>2018-06-01T05:42:00Z</cp:lastPrinted>
  <dcterms:created xsi:type="dcterms:W3CDTF">2018-06-04T05:11:00Z</dcterms:created>
  <dcterms:modified xsi:type="dcterms:W3CDTF">2018-11-21T15:36:00Z</dcterms:modified>
</cp:coreProperties>
</file>